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601" w:rsidRDefault="00247601" w:rsidP="00D21B04">
      <w:pPr>
        <w:spacing w:after="0"/>
        <w:jc w:val="center"/>
        <w:rPr>
          <w:rFonts w:ascii="Times New Roman" w:hAnsi="Times New Roman"/>
          <w:b/>
          <w:sz w:val="24"/>
          <w:szCs w:val="24"/>
          <w:lang w:val="it-IT"/>
        </w:rPr>
      </w:pPr>
      <w:r>
        <w:rPr>
          <w:noProof/>
        </w:rPr>
        <w:pict>
          <v:group id="_x0000_s1026" style="position:absolute;left:0;text-align:left;margin-left:-27pt;margin-top:-63pt;width:505.25pt;height:78.85pt;z-index:251658240" coordorigin="1260,360" coordsize="10105,1622">
            <v:group id="_x0000_s1027" style="position:absolute;left:1260;top:561;width:10105;height:1421" coordorigin="1620,561" coordsize="9745,142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left:1620;top:561;width:1260;height:1111" wrapcoords="-176 0 -176 21400 21600 21400 21600 0 -176 0">
                <v:imagedata r:id="rId7" o:title=""/>
              </v:shape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29" type="#_x0000_t136" style="position:absolute;left:3060;top:900;width:5265;height:287" fillcolor="#036" stroked="f">
                <v:imagedata embosscolor="shadow add(51)"/>
                <v:shadow opacity=".5" offset="-6pt,-6pt"/>
                <v:textpath style="font-family:&quot;Times New Roman&quot;;font-size:10pt;font-weight:bold;v-text-kern:t" trim="t" fitpath="t" string="INSPECTORATUL ŞCOLAR AL MUNICIPIULUI BUCUREŞTI&#10;"/>
              </v:shape>
              <v:line id="_x0000_s1030" style="position:absolute" from="1665,1982" to="11365,1982" strokecolor="navy" strokeweight="1.25pt"/>
            </v:group>
            <v:shape id="_x0000_s1031" type="#_x0000_t75" style="position:absolute;left:8460;top:360;width:2700;height:1440">
              <v:imagedata r:id="rId8" o:title=""/>
            </v:shape>
          </v:group>
        </w:pict>
      </w:r>
    </w:p>
    <w:p w:rsidR="00247601" w:rsidRPr="00C51058" w:rsidRDefault="00247601" w:rsidP="00D21B04">
      <w:pPr>
        <w:spacing w:after="0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C51058">
        <w:rPr>
          <w:rFonts w:ascii="Times New Roman" w:hAnsi="Times New Roman"/>
          <w:b/>
          <w:sz w:val="24"/>
          <w:szCs w:val="24"/>
          <w:lang w:val="it-IT"/>
        </w:rPr>
        <w:t>RAPORT SCRIS</w:t>
      </w:r>
    </w:p>
    <w:p w:rsidR="00247601" w:rsidRPr="00C51058" w:rsidRDefault="00247601" w:rsidP="00D21B04">
      <w:pPr>
        <w:spacing w:after="0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C51058">
        <w:rPr>
          <w:rFonts w:ascii="Times New Roman" w:hAnsi="Times New Roman"/>
          <w:b/>
          <w:sz w:val="24"/>
          <w:szCs w:val="24"/>
          <w:lang w:val="it-IT"/>
        </w:rPr>
        <w:t>Încheiat la inspecția specială pentru acordarea gradului didactic II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Numele şi prenumele cadrului didactic inspectat: ……………………………………...…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Funcţia didactică şi specialitatea: …………………………………………………..............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Unitatea de învăţământ : ………………………………………………………….................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Data efectuării  inspecţiei :…………………………………………………….......….......….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Cine efectuează inspecţia :…………………………………………………......…........……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………………………………………………………………………………….........................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(numele şi prenumele, funcţia, gradul didactic, unitatea de la care provine)</w:t>
      </w:r>
    </w:p>
    <w:p w:rsidR="00247601" w:rsidRPr="00B7761C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Constatări şi aprecieri:</w:t>
      </w:r>
    </w:p>
    <w:p w:rsidR="00247601" w:rsidRPr="00710A79" w:rsidRDefault="00247601" w:rsidP="00D21B04">
      <w:pPr>
        <w:numPr>
          <w:ilvl w:val="0"/>
          <w:numId w:val="44"/>
        </w:num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Activitatea didactică: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a) Activităţi verificate:……………………………..………………………………………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……………………………………………………………………………………………..….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…………………………………………………………………………………………..……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b) Proiectarea activităţilor (creativitate în proiectarea didactică a lecţiilor/ activităţilor, corelarea dintre componentele actului didactic, strategii didactice şi evaluare):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c) Desfăşurarea activităţilor (comportamentul cadrului didactic, utilizarea strategiilor didactice, integrarea mijloacelor de învăţământ în lecţie, creativitate în conducerea lecţiilor şi orientarea acţiunilor şi gândirii elevilor, gestionarea timpului didactic, atingerea performanţei etc.):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………………………………………………………….....................................................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d) Evaluarea randamentului şcolar (metode şi tehnici de evaluare a rezultatelor învăţării din perspective obiectivelor stabilite):</w:t>
      </w:r>
    </w:p>
    <w:p w:rsidR="00247601" w:rsidRPr="00B7761C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B7761C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……………………………………………………………………......…………...................</w:t>
      </w:r>
    </w:p>
    <w:p w:rsidR="00247601" w:rsidRPr="00B7761C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B7761C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………………………………………………………………......………………...................</w:t>
      </w:r>
    </w:p>
    <w:p w:rsidR="00247601" w:rsidRPr="00B7761C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B7761C">
        <w:rPr>
          <w:rFonts w:ascii="Times New Roman" w:hAnsi="Times New Roman"/>
          <w:sz w:val="20"/>
          <w:szCs w:val="20"/>
          <w:lang w:val="it-IT"/>
        </w:rPr>
        <w:t xml:space="preserve">e) Nivelul pregătirii elevilor, apreciat pe baza observaţiei directe, a probelor de control aplicate şi a evaluării longitudinale: </w:t>
      </w:r>
    </w:p>
    <w:p w:rsidR="00247601" w:rsidRPr="00B7761C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B7761C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…………………………………………………………….…………………………………..…………………………………………….......................................................................</w:t>
      </w:r>
    </w:p>
    <w:p w:rsidR="00247601" w:rsidRPr="00B7761C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B7761C">
        <w:rPr>
          <w:rFonts w:ascii="Times New Roman" w:hAnsi="Times New Roman"/>
          <w:sz w:val="20"/>
          <w:szCs w:val="20"/>
          <w:lang w:val="it-IT"/>
        </w:rPr>
        <w:t>f) Cunoaşterea elevilor (strategii de diferenţiere şi individualizare, conţinutul fişelor psihopedagogice):……………………………………………………………………………………………………………………………………………….…………………………...................................................................................................................................................................................</w:t>
      </w:r>
    </w:p>
    <w:p w:rsidR="00247601" w:rsidRPr="00B7761C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B7761C">
        <w:rPr>
          <w:rFonts w:ascii="Times New Roman" w:hAnsi="Times New Roman"/>
          <w:sz w:val="20"/>
          <w:szCs w:val="20"/>
          <w:lang w:val="it-IT"/>
        </w:rPr>
        <w:t>g) Competenţe psihorelaţionale (în raporturile cu elevii, cu părinţii, cu cadrele didactice şi cu comunitatea locală) : …………………………………......................................................................................................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………………………………………………………………………………..................................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h) Autoevaluarea (capacitatea de a raporta propriul comportament didactic la exigenţele unui stil didactic elevat) :………………………………………………………………………………………………..........</w:t>
      </w:r>
    </w:p>
    <w:p w:rsidR="00247601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……………………………………………………………………………………………………..</w:t>
      </w:r>
    </w:p>
    <w:p w:rsidR="00247601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</w:p>
    <w:p w:rsidR="00247601" w:rsidRPr="00710A79" w:rsidRDefault="00247601" w:rsidP="00D21B04">
      <w:pPr>
        <w:numPr>
          <w:ilvl w:val="0"/>
          <w:numId w:val="44"/>
        </w:num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Activitatea educativă în şcoală şi în afara ei (max. 5p):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</w:t>
      </w:r>
    </w:p>
    <w:p w:rsidR="00247601" w:rsidRPr="00710A79" w:rsidRDefault="00247601" w:rsidP="00D21B04">
      <w:pPr>
        <w:numPr>
          <w:ilvl w:val="0"/>
          <w:numId w:val="44"/>
        </w:num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 xml:space="preserve">Activitatea de perfecţionare - metodică şi ştiinţifică - </w:t>
      </w:r>
      <w:r w:rsidRPr="00B7761C">
        <w:rPr>
          <w:rFonts w:ascii="Times New Roman" w:hAnsi="Times New Roman"/>
          <w:sz w:val="20"/>
          <w:szCs w:val="20"/>
          <w:lang w:val="it-IT"/>
        </w:rPr>
        <w:t>(max. 5p):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7601" w:rsidRPr="00710A79" w:rsidRDefault="00247601" w:rsidP="00D21B04">
      <w:pPr>
        <w:numPr>
          <w:ilvl w:val="0"/>
          <w:numId w:val="44"/>
        </w:num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Aprecierea consiliului de administraţie al unităţii de învăţământ cu privire la conduita în cadrul şcolii şi al comunităţii şcolare (max. 5p):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7601" w:rsidRPr="00710A79" w:rsidRDefault="00247601" w:rsidP="00D21B04">
      <w:pPr>
        <w:numPr>
          <w:ilvl w:val="0"/>
          <w:numId w:val="44"/>
        </w:num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Concluzii - puncte forte, puncte slabe - (se completează obligatoriu):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</w:t>
      </w:r>
    </w:p>
    <w:p w:rsidR="00247601" w:rsidRPr="00710A79" w:rsidRDefault="00247601" w:rsidP="00D21B04">
      <w:pPr>
        <w:numPr>
          <w:ilvl w:val="0"/>
          <w:numId w:val="44"/>
        </w:num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Recomandări (se completează obligatoriu):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5"/>
        <w:gridCol w:w="1984"/>
        <w:gridCol w:w="1985"/>
      </w:tblGrid>
      <w:tr w:rsidR="00247601" w:rsidRPr="00897762" w:rsidTr="00FE1451">
        <w:tc>
          <w:tcPr>
            <w:tcW w:w="5495" w:type="dxa"/>
          </w:tcPr>
          <w:p w:rsidR="00247601" w:rsidRPr="00897762" w:rsidRDefault="00247601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Punctaj maxim</w:t>
            </w:r>
          </w:p>
        </w:tc>
        <w:tc>
          <w:tcPr>
            <w:tcW w:w="1985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Punctaj acordat</w:t>
            </w:r>
          </w:p>
        </w:tc>
      </w:tr>
      <w:tr w:rsidR="00247601" w:rsidRPr="00897762" w:rsidTr="00FE1451">
        <w:trPr>
          <w:trHeight w:val="89"/>
        </w:trPr>
        <w:tc>
          <w:tcPr>
            <w:tcW w:w="5495" w:type="dxa"/>
          </w:tcPr>
          <w:p w:rsidR="00247601" w:rsidRPr="00897762" w:rsidRDefault="00247601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Activitatea didactică (punctajul acordat la această activitate se calculează ca media aritmetică a punctajelor consemnate în cele 4 fișe de evaluare  a activității didactice)</w:t>
            </w:r>
          </w:p>
        </w:tc>
        <w:tc>
          <w:tcPr>
            <w:tcW w:w="1984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985" w:type="dxa"/>
          </w:tcPr>
          <w:p w:rsidR="00247601" w:rsidRPr="00897762" w:rsidRDefault="00247601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601" w:rsidRPr="00897762" w:rsidTr="00FE1451">
        <w:tc>
          <w:tcPr>
            <w:tcW w:w="5495" w:type="dxa"/>
          </w:tcPr>
          <w:p w:rsidR="00247601" w:rsidRPr="00897762" w:rsidRDefault="00247601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Activitatea educativă în şcoală şi în afara ei</w:t>
            </w:r>
          </w:p>
        </w:tc>
        <w:tc>
          <w:tcPr>
            <w:tcW w:w="1984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247601" w:rsidRPr="00897762" w:rsidRDefault="00247601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601" w:rsidRPr="00897762" w:rsidTr="00FE1451">
        <w:tc>
          <w:tcPr>
            <w:tcW w:w="5495" w:type="dxa"/>
          </w:tcPr>
          <w:p w:rsidR="00247601" w:rsidRPr="00B7761C" w:rsidRDefault="00247601" w:rsidP="001F74B2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897762">
              <w:rPr>
                <w:rFonts w:ascii="Times New Roman" w:hAnsi="Times New Roman"/>
                <w:sz w:val="20"/>
                <w:szCs w:val="20"/>
                <w:lang w:val="it-IT"/>
              </w:rPr>
              <w:t>Activitatea de perfecţionare - metodică şi ştiinţifică</w:t>
            </w:r>
          </w:p>
        </w:tc>
        <w:tc>
          <w:tcPr>
            <w:tcW w:w="1984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247601" w:rsidRPr="00897762" w:rsidRDefault="00247601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601" w:rsidRPr="00897762" w:rsidTr="00FE1451">
        <w:tc>
          <w:tcPr>
            <w:tcW w:w="5495" w:type="dxa"/>
          </w:tcPr>
          <w:p w:rsidR="00247601" w:rsidRPr="00897762" w:rsidRDefault="00247601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Aprecierea consiliului de administraţie al unităţii de învăţământ cu privire la conduita în cadrul şcolii şi al comunităţii şcolare</w:t>
            </w:r>
          </w:p>
        </w:tc>
        <w:tc>
          <w:tcPr>
            <w:tcW w:w="1984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247601" w:rsidRPr="00897762" w:rsidRDefault="00247601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601" w:rsidRPr="00897762" w:rsidTr="00FE1451">
        <w:tc>
          <w:tcPr>
            <w:tcW w:w="5495" w:type="dxa"/>
          </w:tcPr>
          <w:p w:rsidR="00247601" w:rsidRPr="00897762" w:rsidRDefault="00247601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Total</w:t>
            </w:r>
          </w:p>
        </w:tc>
        <w:tc>
          <w:tcPr>
            <w:tcW w:w="1984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</w:tcPr>
          <w:p w:rsidR="00247601" w:rsidRPr="00897762" w:rsidRDefault="00247601" w:rsidP="001F74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:rsidR="00247601" w:rsidRPr="00710A79" w:rsidRDefault="00247601" w:rsidP="00315EED">
      <w:pPr>
        <w:tabs>
          <w:tab w:val="left" w:pos="1549"/>
        </w:tabs>
        <w:spacing w:after="0"/>
        <w:rPr>
          <w:rFonts w:ascii="Times New Roman" w:hAnsi="Times New Roman"/>
          <w:sz w:val="20"/>
          <w:szCs w:val="20"/>
          <w:lang w:val="it-IT"/>
        </w:rPr>
      </w:pP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9"/>
        <w:gridCol w:w="1701"/>
      </w:tblGrid>
      <w:tr w:rsidR="00247601" w:rsidRPr="00897762" w:rsidTr="001F74B2">
        <w:tc>
          <w:tcPr>
            <w:tcW w:w="1809" w:type="dxa"/>
            <w:vAlign w:val="center"/>
          </w:tcPr>
          <w:p w:rsidR="00247601" w:rsidRPr="00897762" w:rsidRDefault="00247601" w:rsidP="001F74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Punctaj</w:t>
            </w:r>
          </w:p>
        </w:tc>
        <w:tc>
          <w:tcPr>
            <w:tcW w:w="1701" w:type="dxa"/>
            <w:vAlign w:val="center"/>
          </w:tcPr>
          <w:p w:rsidR="00247601" w:rsidRPr="00897762" w:rsidRDefault="00247601" w:rsidP="001F74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Nota</w:t>
            </w:r>
          </w:p>
        </w:tc>
      </w:tr>
      <w:tr w:rsidR="00247601" w:rsidRPr="00897762" w:rsidTr="00FE1451">
        <w:trPr>
          <w:trHeight w:val="89"/>
        </w:trPr>
        <w:tc>
          <w:tcPr>
            <w:tcW w:w="1809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95 - 100</w:t>
            </w:r>
          </w:p>
        </w:tc>
        <w:tc>
          <w:tcPr>
            <w:tcW w:w="1701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247601" w:rsidRPr="00897762" w:rsidTr="00FE1451">
        <w:trPr>
          <w:trHeight w:val="89"/>
        </w:trPr>
        <w:tc>
          <w:tcPr>
            <w:tcW w:w="1809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85 - 94</w:t>
            </w:r>
          </w:p>
        </w:tc>
        <w:tc>
          <w:tcPr>
            <w:tcW w:w="1701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47601" w:rsidRPr="00897762" w:rsidTr="00FE1451">
        <w:trPr>
          <w:trHeight w:val="89"/>
        </w:trPr>
        <w:tc>
          <w:tcPr>
            <w:tcW w:w="1809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75 - 84</w:t>
            </w:r>
          </w:p>
        </w:tc>
        <w:tc>
          <w:tcPr>
            <w:tcW w:w="1701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247601" w:rsidRPr="00897762" w:rsidTr="00FE1451">
        <w:tc>
          <w:tcPr>
            <w:tcW w:w="1809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65 – 74</w:t>
            </w:r>
          </w:p>
        </w:tc>
        <w:tc>
          <w:tcPr>
            <w:tcW w:w="1701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247601" w:rsidRPr="00897762" w:rsidTr="00FE1451">
        <w:tc>
          <w:tcPr>
            <w:tcW w:w="1809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55 – 64</w:t>
            </w:r>
          </w:p>
        </w:tc>
        <w:tc>
          <w:tcPr>
            <w:tcW w:w="1701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47601" w:rsidRPr="00897762" w:rsidTr="00FE1451">
        <w:tc>
          <w:tcPr>
            <w:tcW w:w="1809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45 - 54</w:t>
            </w:r>
          </w:p>
        </w:tc>
        <w:tc>
          <w:tcPr>
            <w:tcW w:w="1701" w:type="dxa"/>
            <w:vAlign w:val="center"/>
          </w:tcPr>
          <w:p w:rsidR="00247601" w:rsidRPr="00897762" w:rsidRDefault="00247601" w:rsidP="00FE145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76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</w:tbl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br/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ab/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:rsidR="00247601" w:rsidRPr="00710A79" w:rsidRDefault="00247601" w:rsidP="00D21B04">
      <w:pPr>
        <w:spacing w:after="0"/>
        <w:ind w:firstLine="720"/>
        <w:rPr>
          <w:rFonts w:ascii="Times New Roman" w:hAnsi="Times New Roman"/>
          <w:sz w:val="20"/>
          <w:szCs w:val="20"/>
          <w:lang w:val="it-IT"/>
        </w:rPr>
      </w:pPr>
    </w:p>
    <w:p w:rsidR="00247601" w:rsidRDefault="00247601" w:rsidP="00D21B04">
      <w:pPr>
        <w:spacing w:after="0"/>
        <w:ind w:firstLine="720"/>
        <w:rPr>
          <w:rFonts w:ascii="Times New Roman" w:hAnsi="Times New Roman"/>
          <w:sz w:val="20"/>
          <w:szCs w:val="20"/>
          <w:lang w:val="it-IT"/>
        </w:rPr>
      </w:pPr>
    </w:p>
    <w:p w:rsidR="00247601" w:rsidRPr="00710A79" w:rsidRDefault="00247601" w:rsidP="006073E5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:rsidR="00247601" w:rsidRPr="00710A79" w:rsidRDefault="00247601" w:rsidP="00D21B04">
      <w:pPr>
        <w:spacing w:after="0"/>
        <w:ind w:firstLine="72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Nota: ……………………………………….</w:t>
      </w:r>
    </w:p>
    <w:p w:rsidR="00247601" w:rsidRDefault="00247601" w:rsidP="00315E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4"/>
        </w:tabs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ab/>
        <w:t>Data întocmirii raportului scris:…………………………..</w:t>
      </w:r>
      <w:r>
        <w:rPr>
          <w:rFonts w:ascii="Times New Roman" w:hAnsi="Times New Roman"/>
          <w:sz w:val="20"/>
          <w:szCs w:val="20"/>
          <w:lang w:val="it-IT"/>
        </w:rPr>
        <w:tab/>
      </w:r>
    </w:p>
    <w:p w:rsidR="00247601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es-ES"/>
        </w:rPr>
      </w:pPr>
      <w:r w:rsidRPr="00710A79">
        <w:rPr>
          <w:rFonts w:ascii="Times New Roman" w:hAnsi="Times New Roman"/>
          <w:sz w:val="20"/>
          <w:szCs w:val="20"/>
          <w:lang w:val="es-ES"/>
        </w:rPr>
        <w:t>Inspector şcolar /metodist,</w:t>
      </w:r>
    </w:p>
    <w:p w:rsidR="00247601" w:rsidRPr="00710A79" w:rsidRDefault="00247601" w:rsidP="00D21B04">
      <w:pPr>
        <w:spacing w:after="0"/>
        <w:rPr>
          <w:rFonts w:ascii="Times New Roman" w:hAnsi="Times New Roman"/>
          <w:sz w:val="20"/>
          <w:szCs w:val="20"/>
          <w:lang w:val="es-ES"/>
        </w:rPr>
      </w:pP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  <w:t>Pentru conformitate,</w:t>
      </w:r>
    </w:p>
    <w:p w:rsidR="00247601" w:rsidRPr="00315EED" w:rsidRDefault="00247601" w:rsidP="00315EED">
      <w:p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>Director</w:t>
      </w:r>
    </w:p>
    <w:sectPr w:rsidR="00247601" w:rsidRPr="00315EED" w:rsidSect="00F443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601" w:rsidRDefault="00247601" w:rsidP="00E55280">
      <w:pPr>
        <w:spacing w:after="0" w:line="240" w:lineRule="auto"/>
      </w:pPr>
      <w:r>
        <w:separator/>
      </w:r>
    </w:p>
  </w:endnote>
  <w:endnote w:type="continuationSeparator" w:id="0">
    <w:p w:rsidR="00247601" w:rsidRDefault="00247601" w:rsidP="00E55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601" w:rsidRDefault="00247601" w:rsidP="00E55280">
      <w:pPr>
        <w:spacing w:after="0" w:line="240" w:lineRule="auto"/>
      </w:pPr>
      <w:r>
        <w:separator/>
      </w:r>
    </w:p>
  </w:footnote>
  <w:footnote w:type="continuationSeparator" w:id="0">
    <w:p w:rsidR="00247601" w:rsidRDefault="00247601" w:rsidP="00E55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536F"/>
    <w:multiLevelType w:val="hybridMultilevel"/>
    <w:tmpl w:val="1DACDB06"/>
    <w:lvl w:ilvl="0" w:tplc="44FE5A72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FF55ED"/>
    <w:multiLevelType w:val="hybridMultilevel"/>
    <w:tmpl w:val="6D524E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26403C"/>
    <w:multiLevelType w:val="multilevel"/>
    <w:tmpl w:val="154A0B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9AA79A6"/>
    <w:multiLevelType w:val="hybridMultilevel"/>
    <w:tmpl w:val="33F6AB5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C4C714F"/>
    <w:multiLevelType w:val="hybridMultilevel"/>
    <w:tmpl w:val="7AD4B03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0FF370D"/>
    <w:multiLevelType w:val="hybridMultilevel"/>
    <w:tmpl w:val="CA1C34A8"/>
    <w:lvl w:ilvl="0" w:tplc="4DAAE9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600FF7"/>
    <w:multiLevelType w:val="hybridMultilevel"/>
    <w:tmpl w:val="DC5A0D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A16339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8">
    <w:nsid w:val="12D23B9D"/>
    <w:multiLevelType w:val="hybridMultilevel"/>
    <w:tmpl w:val="2800D8EC"/>
    <w:lvl w:ilvl="0" w:tplc="2C50446A">
      <w:start w:val="6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001145"/>
    <w:multiLevelType w:val="hybridMultilevel"/>
    <w:tmpl w:val="5BA41030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C30279"/>
    <w:multiLevelType w:val="hybridMultilevel"/>
    <w:tmpl w:val="2560236E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2238B6"/>
    <w:multiLevelType w:val="hybridMultilevel"/>
    <w:tmpl w:val="2F204DA0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2">
    <w:nsid w:val="1C4A6D60"/>
    <w:multiLevelType w:val="hybridMultilevel"/>
    <w:tmpl w:val="FD5C627C"/>
    <w:lvl w:ilvl="0" w:tplc="B4EC39FC">
      <w:start w:val="1"/>
      <w:numFmt w:val="lowerLetter"/>
      <w:lvlText w:val="%1)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3">
    <w:nsid w:val="2BC26B4B"/>
    <w:multiLevelType w:val="hybridMultilevel"/>
    <w:tmpl w:val="AF5023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7142A3"/>
    <w:multiLevelType w:val="hybridMultilevel"/>
    <w:tmpl w:val="CAC6930A"/>
    <w:lvl w:ilvl="0" w:tplc="0409000B">
      <w:start w:val="1"/>
      <w:numFmt w:val="bullet"/>
      <w:lvlText w:val="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5">
    <w:nsid w:val="325F2BD1"/>
    <w:multiLevelType w:val="hybridMultilevel"/>
    <w:tmpl w:val="43D827BA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775279"/>
    <w:multiLevelType w:val="hybridMultilevel"/>
    <w:tmpl w:val="812281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D5D4F79"/>
    <w:multiLevelType w:val="hybridMultilevel"/>
    <w:tmpl w:val="10F49E08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307C47"/>
    <w:multiLevelType w:val="hybridMultilevel"/>
    <w:tmpl w:val="D3EA33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1BF776D"/>
    <w:multiLevelType w:val="hybridMultilevel"/>
    <w:tmpl w:val="F04E998E"/>
    <w:lvl w:ilvl="0" w:tplc="0409000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0F7514"/>
    <w:multiLevelType w:val="hybridMultilevel"/>
    <w:tmpl w:val="9564879C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992F0E"/>
    <w:multiLevelType w:val="hybridMultilevel"/>
    <w:tmpl w:val="AEF43EA2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0B430A"/>
    <w:multiLevelType w:val="hybridMultilevel"/>
    <w:tmpl w:val="61B26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AD4D12"/>
    <w:multiLevelType w:val="hybridMultilevel"/>
    <w:tmpl w:val="82324B1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3F93D1E"/>
    <w:multiLevelType w:val="hybridMultilevel"/>
    <w:tmpl w:val="A78065A2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FF5853"/>
    <w:multiLevelType w:val="hybridMultilevel"/>
    <w:tmpl w:val="BB6EE5F6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427BCA"/>
    <w:multiLevelType w:val="hybridMultilevel"/>
    <w:tmpl w:val="99968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E044C1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8">
    <w:nsid w:val="5D0C56E9"/>
    <w:multiLevelType w:val="hybridMultilevel"/>
    <w:tmpl w:val="8AA692FE"/>
    <w:lvl w:ilvl="0" w:tplc="6CF42418">
      <w:start w:val="1"/>
      <w:numFmt w:val="decimal"/>
      <w:lvlText w:val="%1."/>
      <w:lvlJc w:val="left"/>
      <w:pPr>
        <w:tabs>
          <w:tab w:val="num" w:pos="720"/>
        </w:tabs>
        <w:ind w:left="227" w:hanging="5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E995076"/>
    <w:multiLevelType w:val="hybridMultilevel"/>
    <w:tmpl w:val="8864F1B4"/>
    <w:lvl w:ilvl="0" w:tplc="4A703CE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57F77F4"/>
    <w:multiLevelType w:val="hybridMultilevel"/>
    <w:tmpl w:val="4E0ECB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3A07E2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32">
    <w:nsid w:val="68696460"/>
    <w:multiLevelType w:val="hybridMultilevel"/>
    <w:tmpl w:val="D3145C9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C04B00"/>
    <w:multiLevelType w:val="hybridMultilevel"/>
    <w:tmpl w:val="E7F06D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9471972"/>
    <w:multiLevelType w:val="hybridMultilevel"/>
    <w:tmpl w:val="9D52E08C"/>
    <w:lvl w:ilvl="0" w:tplc="46766C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7B4860"/>
    <w:multiLevelType w:val="hybridMultilevel"/>
    <w:tmpl w:val="8D2A30A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6D2F757F"/>
    <w:multiLevelType w:val="hybridMultilevel"/>
    <w:tmpl w:val="3AA09756"/>
    <w:lvl w:ilvl="0" w:tplc="DA06D8BC">
      <w:start w:val="1"/>
      <w:numFmt w:val="lowerLetter"/>
      <w:lvlText w:val="%1)"/>
      <w:lvlJc w:val="left"/>
      <w:pPr>
        <w:tabs>
          <w:tab w:val="num" w:pos="-270"/>
        </w:tabs>
        <w:ind w:left="-2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170"/>
        </w:tabs>
        <w:ind w:left="11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30"/>
        </w:tabs>
        <w:ind w:left="33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90"/>
        </w:tabs>
        <w:ind w:left="5490" w:hanging="180"/>
      </w:pPr>
      <w:rPr>
        <w:rFonts w:cs="Times New Roman"/>
      </w:rPr>
    </w:lvl>
  </w:abstractNum>
  <w:abstractNum w:abstractNumId="37">
    <w:nsid w:val="70703FA6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38">
    <w:nsid w:val="717C6D8C"/>
    <w:multiLevelType w:val="hybridMultilevel"/>
    <w:tmpl w:val="2F14859A"/>
    <w:lvl w:ilvl="0" w:tplc="33FEECDA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27A0125"/>
    <w:multiLevelType w:val="multilevel"/>
    <w:tmpl w:val="A5C4BF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>
    <w:nsid w:val="72F853CB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41">
    <w:nsid w:val="7861786B"/>
    <w:multiLevelType w:val="hybridMultilevel"/>
    <w:tmpl w:val="FABE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4456D4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43">
    <w:nsid w:val="7E5979D0"/>
    <w:multiLevelType w:val="hybridMultilevel"/>
    <w:tmpl w:val="B3C4D9F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1"/>
  </w:num>
  <w:num w:numId="3">
    <w:abstractNumId w:val="9"/>
  </w:num>
  <w:num w:numId="4">
    <w:abstractNumId w:val="37"/>
  </w:num>
  <w:num w:numId="5">
    <w:abstractNumId w:val="39"/>
  </w:num>
  <w:num w:numId="6">
    <w:abstractNumId w:val="1"/>
  </w:num>
  <w:num w:numId="7">
    <w:abstractNumId w:val="2"/>
  </w:num>
  <w:num w:numId="8">
    <w:abstractNumId w:val="14"/>
  </w:num>
  <w:num w:numId="9">
    <w:abstractNumId w:val="42"/>
  </w:num>
  <w:num w:numId="10">
    <w:abstractNumId w:val="11"/>
  </w:num>
  <w:num w:numId="11">
    <w:abstractNumId w:val="27"/>
  </w:num>
  <w:num w:numId="12">
    <w:abstractNumId w:val="29"/>
  </w:num>
  <w:num w:numId="13">
    <w:abstractNumId w:val="0"/>
  </w:num>
  <w:num w:numId="14">
    <w:abstractNumId w:val="22"/>
  </w:num>
  <w:num w:numId="15">
    <w:abstractNumId w:val="26"/>
  </w:num>
  <w:num w:numId="16">
    <w:abstractNumId w:val="5"/>
  </w:num>
  <w:num w:numId="17">
    <w:abstractNumId w:val="38"/>
  </w:num>
  <w:num w:numId="18">
    <w:abstractNumId w:val="34"/>
  </w:num>
  <w:num w:numId="19">
    <w:abstractNumId w:val="6"/>
  </w:num>
  <w:num w:numId="20">
    <w:abstractNumId w:val="16"/>
  </w:num>
  <w:num w:numId="21">
    <w:abstractNumId w:val="32"/>
  </w:num>
  <w:num w:numId="22">
    <w:abstractNumId w:val="41"/>
  </w:num>
  <w:num w:numId="23">
    <w:abstractNumId w:val="25"/>
  </w:num>
  <w:num w:numId="24">
    <w:abstractNumId w:val="19"/>
  </w:num>
  <w:num w:numId="25">
    <w:abstractNumId w:val="33"/>
  </w:num>
  <w:num w:numId="26">
    <w:abstractNumId w:val="13"/>
  </w:num>
  <w:num w:numId="27">
    <w:abstractNumId w:val="43"/>
  </w:num>
  <w:num w:numId="28">
    <w:abstractNumId w:val="36"/>
  </w:num>
  <w:num w:numId="29">
    <w:abstractNumId w:val="15"/>
  </w:num>
  <w:num w:numId="30">
    <w:abstractNumId w:val="24"/>
  </w:num>
  <w:num w:numId="31">
    <w:abstractNumId w:val="20"/>
  </w:num>
  <w:num w:numId="32">
    <w:abstractNumId w:val="10"/>
  </w:num>
  <w:num w:numId="33">
    <w:abstractNumId w:val="17"/>
  </w:num>
  <w:num w:numId="34">
    <w:abstractNumId w:val="23"/>
  </w:num>
  <w:num w:numId="35">
    <w:abstractNumId w:val="30"/>
  </w:num>
  <w:num w:numId="36">
    <w:abstractNumId w:val="4"/>
  </w:num>
  <w:num w:numId="37">
    <w:abstractNumId w:val="18"/>
  </w:num>
  <w:num w:numId="38">
    <w:abstractNumId w:val="35"/>
  </w:num>
  <w:num w:numId="39">
    <w:abstractNumId w:val="28"/>
  </w:num>
  <w:num w:numId="40">
    <w:abstractNumId w:val="8"/>
  </w:num>
  <w:num w:numId="41">
    <w:abstractNumId w:val="7"/>
  </w:num>
  <w:num w:numId="42">
    <w:abstractNumId w:val="12"/>
  </w:num>
  <w:num w:numId="43">
    <w:abstractNumId w:val="40"/>
  </w:num>
  <w:num w:numId="4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47C"/>
    <w:rsid w:val="00023FD3"/>
    <w:rsid w:val="00025BB5"/>
    <w:rsid w:val="00042E58"/>
    <w:rsid w:val="00054073"/>
    <w:rsid w:val="0006234B"/>
    <w:rsid w:val="0006789A"/>
    <w:rsid w:val="00082655"/>
    <w:rsid w:val="000879B2"/>
    <w:rsid w:val="000961BD"/>
    <w:rsid w:val="000B3648"/>
    <w:rsid w:val="000E0153"/>
    <w:rsid w:val="001035B3"/>
    <w:rsid w:val="00112CF8"/>
    <w:rsid w:val="001305D3"/>
    <w:rsid w:val="00151723"/>
    <w:rsid w:val="001675CE"/>
    <w:rsid w:val="0019539C"/>
    <w:rsid w:val="0019646C"/>
    <w:rsid w:val="001B1D92"/>
    <w:rsid w:val="001D1A62"/>
    <w:rsid w:val="001D4C84"/>
    <w:rsid w:val="001F29F2"/>
    <w:rsid w:val="001F5678"/>
    <w:rsid w:val="001F74B2"/>
    <w:rsid w:val="002463C8"/>
    <w:rsid w:val="00247601"/>
    <w:rsid w:val="002572F5"/>
    <w:rsid w:val="00266E89"/>
    <w:rsid w:val="00292E02"/>
    <w:rsid w:val="00294875"/>
    <w:rsid w:val="00295C97"/>
    <w:rsid w:val="002A1765"/>
    <w:rsid w:val="002F769C"/>
    <w:rsid w:val="00304347"/>
    <w:rsid w:val="00315EED"/>
    <w:rsid w:val="00334A47"/>
    <w:rsid w:val="00350429"/>
    <w:rsid w:val="00392FA2"/>
    <w:rsid w:val="003A160A"/>
    <w:rsid w:val="003A4332"/>
    <w:rsid w:val="003C10EB"/>
    <w:rsid w:val="003D4B5F"/>
    <w:rsid w:val="00425F26"/>
    <w:rsid w:val="00435530"/>
    <w:rsid w:val="004554F0"/>
    <w:rsid w:val="00474736"/>
    <w:rsid w:val="0048427C"/>
    <w:rsid w:val="004A1014"/>
    <w:rsid w:val="004C036E"/>
    <w:rsid w:val="004C16E9"/>
    <w:rsid w:val="004D69CF"/>
    <w:rsid w:val="004E1923"/>
    <w:rsid w:val="004E51FA"/>
    <w:rsid w:val="004F11E2"/>
    <w:rsid w:val="004F751D"/>
    <w:rsid w:val="0053552A"/>
    <w:rsid w:val="005667CA"/>
    <w:rsid w:val="00572714"/>
    <w:rsid w:val="00572C18"/>
    <w:rsid w:val="00585326"/>
    <w:rsid w:val="005A518F"/>
    <w:rsid w:val="005B0988"/>
    <w:rsid w:val="006073E5"/>
    <w:rsid w:val="00607455"/>
    <w:rsid w:val="00611AD5"/>
    <w:rsid w:val="0064647C"/>
    <w:rsid w:val="0065429F"/>
    <w:rsid w:val="00663CD9"/>
    <w:rsid w:val="00666A02"/>
    <w:rsid w:val="0068671B"/>
    <w:rsid w:val="0069356F"/>
    <w:rsid w:val="006A0B36"/>
    <w:rsid w:val="006A1868"/>
    <w:rsid w:val="006A1C6E"/>
    <w:rsid w:val="006A44EB"/>
    <w:rsid w:val="006B1A21"/>
    <w:rsid w:val="006D3E78"/>
    <w:rsid w:val="00710A79"/>
    <w:rsid w:val="007215F0"/>
    <w:rsid w:val="0073480F"/>
    <w:rsid w:val="00740A91"/>
    <w:rsid w:val="007717BB"/>
    <w:rsid w:val="007A3ED8"/>
    <w:rsid w:val="007D2CCA"/>
    <w:rsid w:val="007D40DD"/>
    <w:rsid w:val="007F09FB"/>
    <w:rsid w:val="00845906"/>
    <w:rsid w:val="00852078"/>
    <w:rsid w:val="00861293"/>
    <w:rsid w:val="00862A3E"/>
    <w:rsid w:val="0086312C"/>
    <w:rsid w:val="00865ACB"/>
    <w:rsid w:val="00875BE4"/>
    <w:rsid w:val="00880185"/>
    <w:rsid w:val="00897762"/>
    <w:rsid w:val="008A0E85"/>
    <w:rsid w:val="008A445F"/>
    <w:rsid w:val="008D291C"/>
    <w:rsid w:val="008E2E10"/>
    <w:rsid w:val="00935B98"/>
    <w:rsid w:val="009373D3"/>
    <w:rsid w:val="00940F6B"/>
    <w:rsid w:val="009430B6"/>
    <w:rsid w:val="00952B8B"/>
    <w:rsid w:val="009A1D68"/>
    <w:rsid w:val="009A3ACA"/>
    <w:rsid w:val="009B714D"/>
    <w:rsid w:val="009C4323"/>
    <w:rsid w:val="009E703D"/>
    <w:rsid w:val="009E74C1"/>
    <w:rsid w:val="009F5A29"/>
    <w:rsid w:val="00A073D2"/>
    <w:rsid w:val="00A116C5"/>
    <w:rsid w:val="00AA4084"/>
    <w:rsid w:val="00AC4DF3"/>
    <w:rsid w:val="00AF10FB"/>
    <w:rsid w:val="00AF5B3F"/>
    <w:rsid w:val="00B079F4"/>
    <w:rsid w:val="00B23F84"/>
    <w:rsid w:val="00B531F6"/>
    <w:rsid w:val="00B549E0"/>
    <w:rsid w:val="00B61267"/>
    <w:rsid w:val="00B7761C"/>
    <w:rsid w:val="00BC55D0"/>
    <w:rsid w:val="00BE6691"/>
    <w:rsid w:val="00C053C9"/>
    <w:rsid w:val="00C25C2F"/>
    <w:rsid w:val="00C51058"/>
    <w:rsid w:val="00C518E8"/>
    <w:rsid w:val="00C661F7"/>
    <w:rsid w:val="00C75B26"/>
    <w:rsid w:val="00C773FB"/>
    <w:rsid w:val="00CC5A03"/>
    <w:rsid w:val="00CE3D18"/>
    <w:rsid w:val="00CE4DE1"/>
    <w:rsid w:val="00D019F2"/>
    <w:rsid w:val="00D07110"/>
    <w:rsid w:val="00D13C21"/>
    <w:rsid w:val="00D21B04"/>
    <w:rsid w:val="00D3060F"/>
    <w:rsid w:val="00D33B9A"/>
    <w:rsid w:val="00D503AE"/>
    <w:rsid w:val="00D517F7"/>
    <w:rsid w:val="00D570E8"/>
    <w:rsid w:val="00D6149C"/>
    <w:rsid w:val="00D75079"/>
    <w:rsid w:val="00D80DEE"/>
    <w:rsid w:val="00D91C69"/>
    <w:rsid w:val="00DA0B90"/>
    <w:rsid w:val="00DB6D3A"/>
    <w:rsid w:val="00DC0F7B"/>
    <w:rsid w:val="00DC520D"/>
    <w:rsid w:val="00DD36D6"/>
    <w:rsid w:val="00E00317"/>
    <w:rsid w:val="00E020A8"/>
    <w:rsid w:val="00E55280"/>
    <w:rsid w:val="00E56DE4"/>
    <w:rsid w:val="00E66B71"/>
    <w:rsid w:val="00E67E41"/>
    <w:rsid w:val="00E726CD"/>
    <w:rsid w:val="00E770FA"/>
    <w:rsid w:val="00E803D4"/>
    <w:rsid w:val="00EC5F63"/>
    <w:rsid w:val="00ED4B67"/>
    <w:rsid w:val="00EE39BE"/>
    <w:rsid w:val="00EF6679"/>
    <w:rsid w:val="00F0307F"/>
    <w:rsid w:val="00F04332"/>
    <w:rsid w:val="00F2537A"/>
    <w:rsid w:val="00F329D9"/>
    <w:rsid w:val="00F44367"/>
    <w:rsid w:val="00F607F4"/>
    <w:rsid w:val="00FE1451"/>
    <w:rsid w:val="00FE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locked="1" w:uiPriority="0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 w:uiPriority="0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F4436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D750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5079"/>
    <w:pPr>
      <w:keepNext/>
      <w:framePr w:hSpace="180" w:wrap="around" w:vAnchor="text" w:hAnchor="text" w:x="3369" w:y="1"/>
      <w:overflowPunct w:val="0"/>
      <w:autoSpaceDE w:val="0"/>
      <w:autoSpaceDN w:val="0"/>
      <w:adjustRightInd w:val="0"/>
      <w:spacing w:after="0" w:line="240" w:lineRule="auto"/>
      <w:suppressOverlap/>
      <w:textAlignment w:val="baseline"/>
      <w:outlineLvl w:val="1"/>
    </w:pPr>
    <w:rPr>
      <w:rFonts w:ascii="Times New Roman" w:eastAsia="Times New Roman" w:hAnsi="Times New Roman"/>
      <w:i/>
      <w:iCs/>
      <w:sz w:val="24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5079"/>
    <w:pPr>
      <w:keepNext/>
      <w:framePr w:hSpace="180" w:wrap="around" w:vAnchor="text" w:hAnchor="text" w:x="3369" w:y="1"/>
      <w:overflowPunct w:val="0"/>
      <w:autoSpaceDE w:val="0"/>
      <w:autoSpaceDN w:val="0"/>
      <w:adjustRightInd w:val="0"/>
      <w:spacing w:after="0" w:line="240" w:lineRule="auto"/>
      <w:suppressOverlap/>
      <w:textAlignment w:val="baseline"/>
      <w:outlineLvl w:val="2"/>
    </w:pPr>
    <w:rPr>
      <w:rFonts w:ascii="Times New Roman" w:eastAsia="Times New Roman" w:hAnsi="Times New Roman"/>
      <w:b/>
      <w:bCs/>
      <w:i/>
      <w:iCs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75079"/>
    <w:pPr>
      <w:keepNext/>
      <w:overflowPunct w:val="0"/>
      <w:autoSpaceDE w:val="0"/>
      <w:autoSpaceDN w:val="0"/>
      <w:adjustRightInd w:val="0"/>
      <w:spacing w:after="0" w:line="240" w:lineRule="auto"/>
      <w:ind w:right="-432"/>
      <w:textAlignment w:val="baseline"/>
      <w:outlineLvl w:val="3"/>
    </w:pPr>
    <w:rPr>
      <w:rFonts w:ascii="Times New Roman" w:eastAsia="Times New Roman" w:hAnsi="Times New Roman"/>
      <w:sz w:val="28"/>
      <w:szCs w:val="20"/>
      <w:lang w:val="ro-RO"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5079"/>
    <w:pPr>
      <w:keepNext/>
      <w:overflowPunct w:val="0"/>
      <w:autoSpaceDE w:val="0"/>
      <w:autoSpaceDN w:val="0"/>
      <w:adjustRightInd w:val="0"/>
      <w:spacing w:after="0" w:line="240" w:lineRule="auto"/>
      <w:ind w:left="2160" w:firstLine="720"/>
      <w:textAlignment w:val="baseline"/>
      <w:outlineLvl w:val="4"/>
    </w:pPr>
    <w:rPr>
      <w:rFonts w:ascii="Times New Roman" w:eastAsia="Times New Roman" w:hAnsi="Times New Roman"/>
      <w:b/>
      <w:bCs/>
      <w:sz w:val="36"/>
      <w:szCs w:val="20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507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5079"/>
    <w:rPr>
      <w:rFonts w:ascii="Times New Roman" w:hAnsi="Times New Roman" w:cs="Times New Roman"/>
      <w:i/>
      <w:iCs/>
      <w:sz w:val="20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75079"/>
    <w:rPr>
      <w:rFonts w:ascii="Times New Roman" w:hAnsi="Times New Roman" w:cs="Times New Roman"/>
      <w:b/>
      <w:bCs/>
      <w:i/>
      <w:iCs/>
      <w:sz w:val="20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75079"/>
    <w:rPr>
      <w:rFonts w:ascii="Times New Roman" w:hAnsi="Times New Roman" w:cs="Times New Roman"/>
      <w:sz w:val="20"/>
      <w:szCs w:val="20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75079"/>
    <w:rPr>
      <w:rFonts w:ascii="Times New Roman" w:hAnsi="Times New Roman" w:cs="Times New Roman"/>
      <w:b/>
      <w:bCs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D75079"/>
    <w:pPr>
      <w:ind w:left="720"/>
      <w:contextualSpacing/>
    </w:p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rsid w:val="00D75079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tpa">
    <w:name w:val="tpa"/>
    <w:basedOn w:val="DefaultParagraphFont"/>
    <w:uiPriority w:val="99"/>
    <w:rsid w:val="00D75079"/>
    <w:rPr>
      <w:rFonts w:cs="Times New Roman"/>
    </w:rPr>
  </w:style>
  <w:style w:type="paragraph" w:customStyle="1" w:styleId="Style4">
    <w:name w:val="Style 4"/>
    <w:basedOn w:val="Normal"/>
    <w:uiPriority w:val="99"/>
    <w:rsid w:val="00D75079"/>
    <w:pPr>
      <w:widowControl w:val="0"/>
      <w:spacing w:after="0" w:line="204" w:lineRule="exact"/>
      <w:ind w:firstLine="288"/>
      <w:jc w:val="both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2">
    <w:name w:val="Style 2"/>
    <w:basedOn w:val="Normal"/>
    <w:uiPriority w:val="99"/>
    <w:rsid w:val="00D75079"/>
    <w:pPr>
      <w:widowControl w:val="0"/>
      <w:spacing w:after="0" w:line="240" w:lineRule="auto"/>
      <w:jc w:val="center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7">
    <w:name w:val="Style 7"/>
    <w:basedOn w:val="Normal"/>
    <w:uiPriority w:val="99"/>
    <w:rsid w:val="00D75079"/>
    <w:pPr>
      <w:widowControl w:val="0"/>
      <w:spacing w:after="0" w:line="240" w:lineRule="auto"/>
      <w:ind w:left="144" w:right="144" w:firstLine="288"/>
      <w:jc w:val="both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6">
    <w:name w:val="Style 6"/>
    <w:basedOn w:val="Normal"/>
    <w:uiPriority w:val="99"/>
    <w:rsid w:val="00D75079"/>
    <w:pPr>
      <w:widowControl w:val="0"/>
      <w:spacing w:after="0" w:line="240" w:lineRule="auto"/>
      <w:ind w:left="144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3">
    <w:name w:val="Style 3"/>
    <w:basedOn w:val="Normal"/>
    <w:uiPriority w:val="99"/>
    <w:rsid w:val="00D75079"/>
    <w:pPr>
      <w:widowControl w:val="0"/>
      <w:spacing w:before="864" w:after="1260" w:line="204" w:lineRule="exact"/>
      <w:jc w:val="both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Listparagraf">
    <w:name w:val="Listă paragraf"/>
    <w:basedOn w:val="Normal"/>
    <w:uiPriority w:val="99"/>
    <w:rsid w:val="00D7507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D750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750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20">
    <w:name w:val="style2"/>
    <w:basedOn w:val="Normal"/>
    <w:uiPriority w:val="99"/>
    <w:rsid w:val="00D75079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character" w:styleId="Strong">
    <w:name w:val="Strong"/>
    <w:basedOn w:val="DefaultParagraphFont"/>
    <w:uiPriority w:val="99"/>
    <w:qFormat/>
    <w:rsid w:val="00D75079"/>
    <w:rPr>
      <w:rFonts w:cs="Times New Roman"/>
      <w:b/>
    </w:rPr>
  </w:style>
  <w:style w:type="character" w:customStyle="1" w:styleId="do1">
    <w:name w:val="do1"/>
    <w:uiPriority w:val="99"/>
    <w:rsid w:val="00D75079"/>
    <w:rPr>
      <w:rFonts w:ascii="Times New Roman" w:hAnsi="Times New Roman"/>
      <w:b/>
      <w:sz w:val="26"/>
    </w:rPr>
  </w:style>
  <w:style w:type="table" w:styleId="TableGrid">
    <w:name w:val="Table Grid"/>
    <w:basedOn w:val="TableNormal"/>
    <w:uiPriority w:val="99"/>
    <w:rsid w:val="00D7507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sct">
    <w:name w:val="st_sct"/>
    <w:basedOn w:val="DefaultParagraphFont"/>
    <w:uiPriority w:val="99"/>
    <w:rsid w:val="00D75079"/>
    <w:rPr>
      <w:rFonts w:cs="Times New Roman"/>
    </w:rPr>
  </w:style>
  <w:style w:type="character" w:customStyle="1" w:styleId="sttsct">
    <w:name w:val="st_tsct"/>
    <w:basedOn w:val="DefaultParagraphFont"/>
    <w:uiPriority w:val="99"/>
    <w:rsid w:val="00D75079"/>
    <w:rPr>
      <w:rFonts w:cs="Times New Roman"/>
    </w:rPr>
  </w:style>
  <w:style w:type="character" w:customStyle="1" w:styleId="start">
    <w:name w:val="st_art"/>
    <w:basedOn w:val="DefaultParagraphFont"/>
    <w:uiPriority w:val="99"/>
    <w:rsid w:val="00D75079"/>
    <w:rPr>
      <w:rFonts w:cs="Times New Roman"/>
    </w:rPr>
  </w:style>
  <w:style w:type="character" w:customStyle="1" w:styleId="sttart">
    <w:name w:val="st_tart"/>
    <w:basedOn w:val="DefaultParagraphFont"/>
    <w:uiPriority w:val="99"/>
    <w:rsid w:val="00D75079"/>
    <w:rPr>
      <w:rFonts w:cs="Times New Roman"/>
    </w:rPr>
  </w:style>
  <w:style w:type="character" w:customStyle="1" w:styleId="stalineat">
    <w:name w:val="st_alineat"/>
    <w:basedOn w:val="DefaultParagraphFont"/>
    <w:uiPriority w:val="99"/>
    <w:rsid w:val="00D75079"/>
    <w:rPr>
      <w:rFonts w:cs="Times New Roman"/>
    </w:rPr>
  </w:style>
  <w:style w:type="character" w:customStyle="1" w:styleId="sttalineat">
    <w:name w:val="st_talineat"/>
    <w:basedOn w:val="DefaultParagraphFont"/>
    <w:uiPriority w:val="99"/>
    <w:rsid w:val="00D75079"/>
    <w:rPr>
      <w:rFonts w:cs="Times New Roman"/>
    </w:rPr>
  </w:style>
  <w:style w:type="character" w:styleId="Hyperlink">
    <w:name w:val="Hyperlink"/>
    <w:basedOn w:val="DefaultParagraphFont"/>
    <w:uiPriority w:val="99"/>
    <w:rsid w:val="00D75079"/>
    <w:rPr>
      <w:rFonts w:cs="Times New Roman"/>
      <w:color w:val="004499"/>
      <w:u w:val="none"/>
      <w:effect w:val="none"/>
    </w:rPr>
  </w:style>
  <w:style w:type="character" w:customStyle="1" w:styleId="stlitera">
    <w:name w:val="st_litera"/>
    <w:basedOn w:val="DefaultParagraphFont"/>
    <w:uiPriority w:val="99"/>
    <w:rsid w:val="00D75079"/>
    <w:rPr>
      <w:rFonts w:cs="Times New Roman"/>
    </w:rPr>
  </w:style>
  <w:style w:type="character" w:customStyle="1" w:styleId="sttlitera">
    <w:name w:val="st_tlitera"/>
    <w:basedOn w:val="DefaultParagraphFont"/>
    <w:uiPriority w:val="99"/>
    <w:rsid w:val="00D75079"/>
    <w:rPr>
      <w:rFonts w:cs="Times New Roman"/>
    </w:rPr>
  </w:style>
  <w:style w:type="character" w:customStyle="1" w:styleId="stpar">
    <w:name w:val="st_par"/>
    <w:basedOn w:val="DefaultParagraphFont"/>
    <w:uiPriority w:val="99"/>
    <w:rsid w:val="00D75079"/>
    <w:rPr>
      <w:rFonts w:cs="Times New Roman"/>
    </w:rPr>
  </w:style>
  <w:style w:type="character" w:customStyle="1" w:styleId="sttpar">
    <w:name w:val="st_tpar"/>
    <w:basedOn w:val="DefaultParagraphFont"/>
    <w:uiPriority w:val="99"/>
    <w:rsid w:val="00D75079"/>
    <w:rPr>
      <w:rFonts w:cs="Times New Roman"/>
    </w:rPr>
  </w:style>
  <w:style w:type="character" w:customStyle="1" w:styleId="stpunct">
    <w:name w:val="st_punct"/>
    <w:basedOn w:val="DefaultParagraphFont"/>
    <w:uiPriority w:val="99"/>
    <w:rsid w:val="00D75079"/>
    <w:rPr>
      <w:rFonts w:cs="Times New Roman"/>
    </w:rPr>
  </w:style>
  <w:style w:type="character" w:customStyle="1" w:styleId="sttpunct">
    <w:name w:val="st_tpunct"/>
    <w:basedOn w:val="DefaultParagraphFont"/>
    <w:uiPriority w:val="99"/>
    <w:rsid w:val="00D75079"/>
    <w:rPr>
      <w:rFonts w:cs="Times New Roman"/>
    </w:rPr>
  </w:style>
  <w:style w:type="character" w:customStyle="1" w:styleId="stlinie">
    <w:name w:val="st_linie"/>
    <w:basedOn w:val="DefaultParagraphFont"/>
    <w:uiPriority w:val="99"/>
    <w:rsid w:val="00D75079"/>
    <w:rPr>
      <w:rFonts w:cs="Times New Roman"/>
    </w:rPr>
  </w:style>
  <w:style w:type="character" w:customStyle="1" w:styleId="sttlinie">
    <w:name w:val="st_tlinie"/>
    <w:basedOn w:val="DefaultParagraphFont"/>
    <w:uiPriority w:val="99"/>
    <w:rsid w:val="00D7507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507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75079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75079"/>
    <w:rPr>
      <w:rFonts w:cs="Times New Roman"/>
    </w:rPr>
  </w:style>
  <w:style w:type="paragraph" w:customStyle="1" w:styleId="NormalWeb1">
    <w:name w:val="Normal (Web)1"/>
    <w:basedOn w:val="Normal"/>
    <w:uiPriority w:val="99"/>
    <w:rsid w:val="00D75079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otnote">
    <w:name w:val="Footnote_"/>
    <w:link w:val="Footnote0"/>
    <w:uiPriority w:val="99"/>
    <w:locked/>
    <w:rsid w:val="00D75079"/>
    <w:rPr>
      <w:sz w:val="23"/>
      <w:shd w:val="clear" w:color="auto" w:fill="FFFFFF"/>
    </w:rPr>
  </w:style>
  <w:style w:type="paragraph" w:customStyle="1" w:styleId="Footnote0">
    <w:name w:val="Footnote"/>
    <w:basedOn w:val="Normal"/>
    <w:link w:val="Footnote"/>
    <w:uiPriority w:val="99"/>
    <w:rsid w:val="00D75079"/>
    <w:pPr>
      <w:shd w:val="clear" w:color="auto" w:fill="FFFFFF"/>
      <w:spacing w:after="0" w:line="274" w:lineRule="exact"/>
    </w:pPr>
    <w:rPr>
      <w:sz w:val="23"/>
      <w:szCs w:val="23"/>
    </w:rPr>
  </w:style>
  <w:style w:type="paragraph" w:styleId="BodyText">
    <w:name w:val="Body Text"/>
    <w:basedOn w:val="Normal"/>
    <w:link w:val="BodyTextChar"/>
    <w:uiPriority w:val="99"/>
    <w:rsid w:val="00D75079"/>
    <w:pPr>
      <w:overflowPunct w:val="0"/>
      <w:autoSpaceDE w:val="0"/>
      <w:autoSpaceDN w:val="0"/>
      <w:adjustRightInd w:val="0"/>
      <w:spacing w:after="0" w:line="240" w:lineRule="auto"/>
      <w:ind w:right="-432"/>
      <w:jc w:val="both"/>
      <w:textAlignment w:val="baseline"/>
    </w:pPr>
    <w:rPr>
      <w:rFonts w:ascii="Times New Roman" w:eastAsia="Times New Roman" w:hAnsi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75079"/>
    <w:rPr>
      <w:rFonts w:ascii="Times New Roma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iPriority w:val="99"/>
    <w:rsid w:val="00D7507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75079"/>
    <w:rPr>
      <w:rFonts w:ascii="Calibri" w:eastAsia="Times New Roman" w:hAnsi="Calibri" w:cs="Times New Roman"/>
    </w:rPr>
  </w:style>
  <w:style w:type="paragraph" w:styleId="ListContinue4">
    <w:name w:val="List Continue 4"/>
    <w:basedOn w:val="Normal"/>
    <w:uiPriority w:val="99"/>
    <w:rsid w:val="00D75079"/>
    <w:pPr>
      <w:spacing w:after="120"/>
      <w:ind w:left="1132"/>
    </w:pPr>
  </w:style>
  <w:style w:type="paragraph" w:styleId="NoteHeading">
    <w:name w:val="Note Heading"/>
    <w:basedOn w:val="Normal"/>
    <w:next w:val="Normal"/>
    <w:link w:val="NoteHeadingChar"/>
    <w:uiPriority w:val="99"/>
    <w:rsid w:val="00D75079"/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D75079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5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5079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750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75079"/>
    <w:rPr>
      <w:rFonts w:ascii="Calibri" w:eastAsia="Times New Roman" w:hAnsi="Calibri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D7507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75079"/>
    <w:rPr>
      <w:rFonts w:ascii="Calibri" w:eastAsia="Times New Roman" w:hAnsi="Calibri" w:cs="Times New Roman"/>
    </w:rPr>
  </w:style>
  <w:style w:type="paragraph" w:styleId="BodyText2">
    <w:name w:val="Body Text 2"/>
    <w:basedOn w:val="Normal"/>
    <w:link w:val="BodyText2Char"/>
    <w:uiPriority w:val="99"/>
    <w:rsid w:val="00D75079"/>
    <w:pPr>
      <w:spacing w:after="120" w:line="48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75079"/>
    <w:rPr>
      <w:rFonts w:ascii="Times New Roman" w:hAnsi="Times New Roman" w:cs="Times New Roman"/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D7507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ro-RO" w:eastAsia="ro-RO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D75079"/>
    <w:rPr>
      <w:rFonts w:ascii="Times New Roman" w:hAnsi="Times New Roman" w:cs="Times New Roman"/>
      <w:sz w:val="16"/>
      <w:szCs w:val="16"/>
      <w:lang w:val="ro-RO" w:eastAsia="ro-RO"/>
    </w:rPr>
  </w:style>
  <w:style w:type="paragraph" w:styleId="TOCHeading">
    <w:name w:val="TOC Heading"/>
    <w:basedOn w:val="Heading1"/>
    <w:next w:val="Normal"/>
    <w:uiPriority w:val="99"/>
    <w:qFormat/>
    <w:rsid w:val="00D75079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OC2">
    <w:name w:val="toc 2"/>
    <w:basedOn w:val="Normal"/>
    <w:next w:val="Normal"/>
    <w:autoRedefine/>
    <w:uiPriority w:val="99"/>
    <w:semiHidden/>
    <w:rsid w:val="00D75079"/>
    <w:pPr>
      <w:spacing w:after="100"/>
      <w:ind w:left="220"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99"/>
    <w:semiHidden/>
    <w:rsid w:val="00D75079"/>
    <w:pPr>
      <w:spacing w:after="100"/>
    </w:pPr>
    <w:rPr>
      <w:rFonts w:eastAsia="Times New Roman"/>
    </w:rPr>
  </w:style>
  <w:style w:type="paragraph" w:styleId="TOC3">
    <w:name w:val="toc 3"/>
    <w:basedOn w:val="Normal"/>
    <w:next w:val="Normal"/>
    <w:autoRedefine/>
    <w:uiPriority w:val="99"/>
    <w:semiHidden/>
    <w:rsid w:val="00D75079"/>
    <w:pPr>
      <w:spacing w:after="100"/>
      <w:ind w:left="440"/>
    </w:pPr>
    <w:rPr>
      <w:rFonts w:eastAsia="Times New Roman"/>
    </w:rPr>
  </w:style>
  <w:style w:type="paragraph" w:styleId="NoSpacing">
    <w:name w:val="No Spacing"/>
    <w:uiPriority w:val="99"/>
    <w:qFormat/>
    <w:rsid w:val="00D750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696</Words>
  <Characters>3971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 Nichitescu</dc:creator>
  <cp:keywords/>
  <dc:description/>
  <cp:lastModifiedBy>Lupu</cp:lastModifiedBy>
  <cp:revision>5</cp:revision>
  <cp:lastPrinted>2014-04-04T07:27:00Z</cp:lastPrinted>
  <dcterms:created xsi:type="dcterms:W3CDTF">2014-05-15T16:24:00Z</dcterms:created>
  <dcterms:modified xsi:type="dcterms:W3CDTF">2014-09-25T10:46:00Z</dcterms:modified>
</cp:coreProperties>
</file>